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66B728A" w14:textId="3315C4DE" w:rsidR="003D21A9" w:rsidRPr="003D21A9" w:rsidRDefault="008B1A2C" w:rsidP="003D21A9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3D21A9">
        <w:rPr>
          <w:b/>
          <w:color w:val="FF5200" w:themeColor="accent2"/>
          <w:sz w:val="36"/>
          <w:szCs w:val="36"/>
        </w:rPr>
        <w:t>„</w:t>
      </w:r>
      <w:r w:rsidR="003D21A9" w:rsidRPr="003D21A9">
        <w:rPr>
          <w:b/>
          <w:color w:val="FF5200" w:themeColor="accent2"/>
          <w:sz w:val="36"/>
          <w:szCs w:val="36"/>
        </w:rPr>
        <w:t>Dodávka olejů, tuků a čistidel pro obvod OŘ Brno</w:t>
      </w:r>
      <w:r w:rsidR="0031280B" w:rsidRPr="003D21A9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D21A9">
        <w:rPr>
          <w:b/>
          <w:color w:val="FF5200" w:themeColor="accent2"/>
          <w:sz w:val="36"/>
          <w:szCs w:val="36"/>
        </w:rPr>
        <w:t xml:space="preserve">č.j. </w:t>
      </w:r>
      <w:r w:rsidR="003D21A9" w:rsidRPr="003D21A9">
        <w:rPr>
          <w:b/>
          <w:color w:val="FF5200" w:themeColor="accent2"/>
          <w:sz w:val="36"/>
          <w:szCs w:val="36"/>
        </w:rPr>
        <w:t>3037/2023-SŽ-OŘ BNO-NPI</w:t>
      </w:r>
    </w:p>
    <w:p w14:paraId="523FE11F" w14:textId="6C80482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05356791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46988885" w:rsidR="00E34D19" w:rsidRDefault="00DB20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25369528" w:rsidR="00E34D19" w:rsidRDefault="00DB20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7915D2C8" w:rsidR="00E34D19" w:rsidRDefault="00DB20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>Kapitola 4.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5E544226" w14:textId="32C87F12" w:rsidR="00E34D19" w:rsidRDefault="00DB20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6" w:history="1">
            <w:r w:rsidR="00E34D19" w:rsidRPr="00F80E7C">
              <w:rPr>
                <w:rStyle w:val="Hypertextovodkaz"/>
                <w:noProof/>
              </w:rPr>
              <w:t>Kapitola 5.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technické kvalifikace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_Toc102994136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17A90E2" w14:textId="48788DF6" w:rsidR="00E34D19" w:rsidRDefault="00DB20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7" w:history="1">
            <w:r w:rsidR="00E34D19" w:rsidRPr="00F80E7C">
              <w:rPr>
                <w:rStyle w:val="Hypertextovodkaz"/>
                <w:noProof/>
              </w:rPr>
              <w:t>Kapitola 6.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Seznam osob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_Toc102994137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7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36150937" w14:textId="3D76F723" w:rsidR="00E34D19" w:rsidRDefault="00DB20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8" w:history="1">
            <w:r w:rsidR="00E34D19" w:rsidRPr="00F80E7C">
              <w:rPr>
                <w:rStyle w:val="Hypertextovodkaz"/>
                <w:noProof/>
              </w:rPr>
              <w:t>Kapitola 7.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ekonomické kvalifikaci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_Toc102994138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8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541B124E" w:rsidR="00E34D19" w:rsidRDefault="00DB203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>Kapitola 8.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3D21A9">
              <w:rPr>
                <w:noProof/>
                <w:webHidden/>
              </w:rPr>
              <w:t>9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29941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A23108B" w:rsidR="00A93A74" w:rsidRDefault="00A93A74" w:rsidP="008B1A2C">
      <w:r w:rsidRPr="003D21A9">
        <w:t xml:space="preserve">Účastník prohlašuje, že veškeré údaje uvedené v tomto krycím listu, který je přílohou č. </w:t>
      </w:r>
      <w:r w:rsidR="00B87D91" w:rsidRPr="003D21A9">
        <w:t xml:space="preserve">1 </w:t>
      </w:r>
      <w:r w:rsidRPr="003D21A9">
        <w:t>Výzvy k podání nabíd</w:t>
      </w:r>
      <w:r w:rsidR="004C76E9" w:rsidRPr="003D21A9">
        <w:t>ky</w:t>
      </w:r>
      <w:r w:rsidRPr="003D21A9">
        <w:t xml:space="preserve"> na veřejnou zakázku zadávanou</w:t>
      </w:r>
      <w:r w:rsidR="004C76E9" w:rsidRPr="003D21A9">
        <w:t xml:space="preserve"> jako </w:t>
      </w:r>
      <w:r w:rsidR="000128D4" w:rsidRPr="003D21A9">
        <w:rPr>
          <w:rFonts w:eastAsia="Times New Roman" w:cs="Times New Roman"/>
          <w:lang w:eastAsia="cs-CZ"/>
        </w:rPr>
        <w:t>podlimitní sektorovou veřejnou zakázku</w:t>
      </w:r>
      <w:r w:rsidRPr="003D21A9">
        <w:t>, jsou pravdivé</w:t>
      </w:r>
      <w:r w:rsidR="009771C9" w:rsidRPr="003D21A9">
        <w:t>, úplné a odpovídají skutečnosti</w:t>
      </w:r>
      <w:r w:rsidRPr="003D21A9">
        <w:t xml:space="preserve">. Účastník si je vědom důsledků záměrného uvedení nepravdivých údajů, které v rovině tohoto </w:t>
      </w:r>
      <w:r w:rsidR="00626DB3" w:rsidRPr="003D21A9">
        <w:t xml:space="preserve">výběrového </w:t>
      </w:r>
      <w:r w:rsidRPr="003D21A9">
        <w:t xml:space="preserve">řízení </w:t>
      </w:r>
      <w:r w:rsidR="009771C9" w:rsidRPr="003D21A9">
        <w:t>mohou vést až k</w:t>
      </w:r>
      <w:r w:rsidRPr="003D21A9">
        <w:t xml:space="preserve"> vyloučení Účastníka z </w:t>
      </w:r>
      <w:r w:rsidR="00626DB3" w:rsidRPr="003D21A9">
        <w:t xml:space="preserve">výběrového </w:t>
      </w:r>
      <w:r w:rsidRPr="003D21A9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461852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B203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B203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299413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299413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3D21A9">
        <w:rPr>
          <w:rFonts w:eastAsia="Times New Roman" w:cs="Times New Roman"/>
          <w:lang w:eastAsia="cs-CZ"/>
        </w:rPr>
        <w:t xml:space="preserve">tuto </w:t>
      </w:r>
      <w:r w:rsidR="00A327CB" w:rsidRPr="003D21A9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2994136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4D2A92B4" w:rsidR="00E85D4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Nepožaduje se</w:t>
      </w:r>
    </w:p>
    <w:p w14:paraId="754AE6BE" w14:textId="4209591C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AC5C36" w14:textId="5CBE5714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D1F75D5" w14:textId="30EB0CB8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53AA56" w14:textId="62DB38D3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1FEF5D" w14:textId="512CF552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CC345D" w14:textId="0A90064A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4DEC4B" w14:textId="48D4D69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839291C" w14:textId="57716840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B93D49" w14:textId="4B3E606D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0618BB" w14:textId="23EB037F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F1EE1D" w14:textId="1BE887FC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B59CB2" w14:textId="1144FE1A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D4EE95" w14:textId="64FC59E5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1198A5" w14:textId="7AC93701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50223E" w14:textId="439ECDA9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44ADF4" w14:textId="6FC7CA5F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ABA0CF" w14:textId="2A95B055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9A89B7" w14:textId="38D91DAA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C53DC72" w14:textId="42B7C3BF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DD5459" w14:textId="5E10BE7F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690785" w14:textId="4A09AE9D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07CA901" w14:textId="229FADEA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DFAF3D" w14:textId="4DB03B8D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CE9802A" w14:textId="368258BC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930362" w14:textId="56E0731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AC0F4B" w14:textId="10C78A46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105A8C" w14:textId="38E2BB0B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2E63BE" w14:textId="5B084699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8940CF" w14:textId="0D4299E1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160768" w14:textId="1D2961D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B42A8" w14:textId="6617C88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74E2F2" w14:textId="1A2543B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A373E3" w14:textId="5A9457A0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7F26E98" w14:textId="3ED2B361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386A61" w14:textId="7F2D62CF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A121" w14:textId="3A184BD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223931" w14:textId="1124E67D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AB15FC" w14:textId="65A0C4A1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A44EEB" w14:textId="6CB05095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1044B6" w14:textId="3F528B3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B38090" w14:textId="62A72619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6D8A83" w14:textId="75677D66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429D81" w14:textId="40B0D325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0F6ED" w14:textId="1DBB9BD9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56904D" w14:textId="0A779748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8F355A3" w14:textId="78BF30E3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C37F75" w14:textId="3EA1646D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9684EF" w14:textId="4AEC45B5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3B11DC" w14:textId="3F615F9C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9DAF21" w14:textId="2928ACC5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78DBB5" w14:textId="11632884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161171" w14:textId="6123043E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7669C56" w14:textId="78EE4748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317D61" w14:textId="0A518E21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C637DD" w14:textId="22121E1A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1983B8" w14:textId="0A022A4D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01D8A77" w14:textId="77777777" w:rsidR="00714EF4" w:rsidRDefault="00714EF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299413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3E77F5D" w14:textId="52D1E4DC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Nepožaduje </w:t>
      </w:r>
    </w:p>
    <w:p w14:paraId="5945A4EF" w14:textId="521CEACB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A684C88" w14:textId="159E0302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E62297" w14:textId="7C149236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C3A1994" w14:textId="1DBE89C3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1B7B00B" w14:textId="36BE44D5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C6371E0" w14:textId="62954F24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0A0301" w14:textId="1472A80C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5842B" w14:textId="0DBEB71B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8343A6" w14:textId="7B5A38B1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3DDA02" w14:textId="3F9C7776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09FBF35" w14:textId="4F391419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BC4D6ED" w14:textId="257ADDF6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5A1FC4F" w14:textId="04A2689D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5940668" w14:textId="4FA1B04C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F53FA9" w14:textId="505C1C5B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8B89F61" w14:textId="40254B4E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1C6D7B5" w14:textId="4B6887EB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4332D99" w14:textId="3B99035D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822CAAB" w14:textId="54F5B547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1385482" w14:textId="39463742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C2A08A" w14:textId="795FC365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D8026F" w14:textId="20C4F454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EDDF0D7" w14:textId="5EC5C8EA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B9917F" w14:textId="7AA0623F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5E61640" w14:textId="2FD73DE0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F6D84ED" w14:textId="3561303D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845C17" w14:textId="00BF488D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54EF31C" w14:textId="2D1D146A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A4EDEA" w14:textId="49DB2D24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85F8A94" w14:textId="3F87D041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84D2C8C" w14:textId="7013228C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92149D3" w14:textId="4CD1EE38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CACB289" w14:textId="29FFF278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B059DA4" w14:textId="1C45A02D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61EADB3" w14:textId="27BF80D5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8BE2DFD" w14:textId="79A42F88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AC05F1B" w14:textId="606F7D61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29D0A6" w14:textId="1F54D65A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FF092" w14:textId="09FF035D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30AF53" w14:textId="6BB23F52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342ECA" w14:textId="60699C30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E99CF8D" w14:textId="5CB39EF9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1E6A486" w14:textId="6162EF7F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B8ABCEB" w14:textId="6E1D8531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D8B8A0E" w14:textId="77777777" w:rsidR="00714EF4" w:rsidRDefault="00714EF4" w:rsidP="00714EF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2A27CB1" w14:textId="7C4EF0E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0AB9FCA4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02994138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02A5E20B" w:rsidR="0031280B" w:rsidRPr="00F6555E" w:rsidRDefault="00714EF4" w:rsidP="0031280B">
      <w:r>
        <w:t>Nepožaduje se</w:t>
      </w:r>
    </w:p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2994139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  <w:bookmarkStart w:id="9" w:name="_GoBack"/>
      <w:bookmarkEnd w:id="9"/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80103E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2037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2037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02A8C6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203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2037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D21A9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4F7811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14EF4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B2037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CB259B-D8FD-404B-AEAC-80E70B97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10</Pages>
  <Words>1181</Words>
  <Characters>6974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5</cp:revision>
  <cp:lastPrinted>2017-11-28T17:18:00Z</cp:lastPrinted>
  <dcterms:created xsi:type="dcterms:W3CDTF">2023-02-06T08:13:00Z</dcterms:created>
  <dcterms:modified xsi:type="dcterms:W3CDTF">2023-02-07T12:04:00Z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